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D4A" w:rsidRDefault="00210D4A" w:rsidP="00A7660E">
      <w:pPr>
        <w:jc w:val="center"/>
        <w:rPr>
          <w:b/>
        </w:rPr>
      </w:pPr>
      <w:r w:rsidRPr="0063784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артинка 1 из 814" style="width:85.5pt;height:48.75pt;visibility:visible">
            <v:imagedata r:id="rId5" o:title="" grayscale="t"/>
          </v:shape>
        </w:pict>
      </w:r>
    </w:p>
    <w:p w:rsidR="00210D4A" w:rsidRPr="00CC4A13" w:rsidRDefault="00210D4A" w:rsidP="00A7660E">
      <w:pPr>
        <w:jc w:val="center"/>
        <w:rPr>
          <w:b/>
          <w:sz w:val="32"/>
          <w:szCs w:val="32"/>
        </w:rPr>
      </w:pPr>
      <w:r w:rsidRPr="00CC4A13">
        <w:rPr>
          <w:b/>
          <w:sz w:val="32"/>
          <w:szCs w:val="32"/>
        </w:rPr>
        <w:t>ПОСТАНОВЛЕНИЕ</w:t>
      </w:r>
    </w:p>
    <w:p w:rsidR="00210D4A" w:rsidRPr="00610DF2" w:rsidRDefault="00210D4A" w:rsidP="00A7660E">
      <w:pPr>
        <w:jc w:val="center"/>
        <w:rPr>
          <w:sz w:val="28"/>
          <w:szCs w:val="28"/>
        </w:rPr>
      </w:pPr>
      <w:r w:rsidRPr="00610DF2">
        <w:rPr>
          <w:sz w:val="28"/>
          <w:szCs w:val="28"/>
        </w:rPr>
        <w:t>Администрации муниципального образования «Увинский район»</w:t>
      </w:r>
    </w:p>
    <w:p w:rsidR="00210D4A" w:rsidRPr="00610DF2" w:rsidRDefault="00210D4A" w:rsidP="00A7660E">
      <w:pPr>
        <w:jc w:val="center"/>
        <w:rPr>
          <w:sz w:val="28"/>
          <w:szCs w:val="28"/>
        </w:rPr>
      </w:pPr>
      <w:r w:rsidRPr="00610DF2">
        <w:rPr>
          <w:sz w:val="28"/>
          <w:szCs w:val="28"/>
        </w:rPr>
        <w:t>Удмуртской Республики</w:t>
      </w:r>
    </w:p>
    <w:p w:rsidR="00210D4A" w:rsidRPr="00610DF2" w:rsidRDefault="00210D4A" w:rsidP="00A7660E">
      <w:pPr>
        <w:rPr>
          <w:sz w:val="28"/>
          <w:szCs w:val="28"/>
        </w:rPr>
      </w:pPr>
    </w:p>
    <w:p w:rsidR="00210D4A" w:rsidRPr="00610DF2" w:rsidRDefault="00210D4A" w:rsidP="00A7660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10DF2">
        <w:rPr>
          <w:sz w:val="28"/>
          <w:szCs w:val="28"/>
        </w:rPr>
        <w:t>т</w:t>
      </w:r>
      <w:r>
        <w:rPr>
          <w:sz w:val="28"/>
          <w:szCs w:val="28"/>
        </w:rPr>
        <w:t xml:space="preserve"> 20 декабря 2012 </w:t>
      </w:r>
      <w:r w:rsidRPr="00610DF2">
        <w:rPr>
          <w:sz w:val="28"/>
          <w:szCs w:val="28"/>
        </w:rPr>
        <w:t xml:space="preserve">года     </w:t>
      </w:r>
      <w:r>
        <w:rPr>
          <w:sz w:val="28"/>
          <w:szCs w:val="28"/>
        </w:rPr>
        <w:t xml:space="preserve">                       </w:t>
      </w:r>
      <w:r w:rsidRPr="00610DF2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1921</w:t>
      </w:r>
    </w:p>
    <w:p w:rsidR="00210D4A" w:rsidRPr="00610DF2" w:rsidRDefault="00210D4A" w:rsidP="00A7660E">
      <w:pPr>
        <w:jc w:val="center"/>
        <w:rPr>
          <w:sz w:val="28"/>
          <w:szCs w:val="28"/>
        </w:rPr>
      </w:pPr>
    </w:p>
    <w:p w:rsidR="00210D4A" w:rsidRDefault="00210D4A" w:rsidP="00A7660E">
      <w:pPr>
        <w:jc w:val="center"/>
        <w:rPr>
          <w:sz w:val="28"/>
          <w:szCs w:val="28"/>
        </w:rPr>
      </w:pPr>
      <w:r w:rsidRPr="00610DF2">
        <w:rPr>
          <w:sz w:val="28"/>
          <w:szCs w:val="28"/>
        </w:rPr>
        <w:t>пос. Ува</w:t>
      </w:r>
    </w:p>
    <w:p w:rsidR="00210D4A" w:rsidRPr="00610DF2" w:rsidRDefault="00210D4A" w:rsidP="00A7660E">
      <w:pPr>
        <w:jc w:val="center"/>
        <w:rPr>
          <w:sz w:val="28"/>
          <w:szCs w:val="28"/>
        </w:rPr>
      </w:pPr>
    </w:p>
    <w:p w:rsidR="00210D4A" w:rsidRPr="00610DF2" w:rsidRDefault="00210D4A" w:rsidP="00A7660E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644"/>
        <w:gridCol w:w="5210"/>
      </w:tblGrid>
      <w:tr w:rsidR="00210D4A" w:rsidTr="00AA7DCA">
        <w:tc>
          <w:tcPr>
            <w:tcW w:w="4644" w:type="dxa"/>
          </w:tcPr>
          <w:p w:rsidR="00210D4A" w:rsidRPr="00AA7DCA" w:rsidRDefault="00210D4A" w:rsidP="00AA7DCA">
            <w:pPr>
              <w:jc w:val="both"/>
              <w:rPr>
                <w:b/>
                <w:sz w:val="28"/>
                <w:szCs w:val="28"/>
              </w:rPr>
            </w:pPr>
            <w:r w:rsidRPr="00AA7DCA">
              <w:rPr>
                <w:b/>
                <w:sz w:val="28"/>
                <w:szCs w:val="28"/>
              </w:rPr>
              <w:t>Об утверждении целевой программы социальной поддержки малоимущих и нетрудоспособных граждан муниципального образования «Увинский район» «Забота»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A7DCA">
                <w:rPr>
                  <w:b/>
                  <w:sz w:val="28"/>
                  <w:szCs w:val="28"/>
                </w:rPr>
                <w:t>2015 г</w:t>
              </w:r>
            </w:smartTag>
            <w:r w:rsidRPr="00AA7DCA">
              <w:rPr>
                <w:b/>
                <w:sz w:val="28"/>
                <w:szCs w:val="28"/>
              </w:rPr>
              <w:t>.г.</w:t>
            </w:r>
          </w:p>
        </w:tc>
        <w:tc>
          <w:tcPr>
            <w:tcW w:w="5210" w:type="dxa"/>
          </w:tcPr>
          <w:p w:rsidR="00210D4A" w:rsidRPr="00AA7DCA" w:rsidRDefault="00210D4A" w:rsidP="00A7660E">
            <w:pPr>
              <w:rPr>
                <w:sz w:val="28"/>
                <w:szCs w:val="28"/>
              </w:rPr>
            </w:pPr>
          </w:p>
        </w:tc>
      </w:tr>
    </w:tbl>
    <w:p w:rsidR="00210D4A" w:rsidRDefault="00210D4A" w:rsidP="00A7660E">
      <w:pPr>
        <w:rPr>
          <w:sz w:val="28"/>
          <w:szCs w:val="28"/>
        </w:rPr>
      </w:pPr>
    </w:p>
    <w:p w:rsidR="00210D4A" w:rsidRDefault="00210D4A" w:rsidP="00A7660E">
      <w:pPr>
        <w:rPr>
          <w:sz w:val="28"/>
          <w:szCs w:val="28"/>
        </w:rPr>
      </w:pPr>
    </w:p>
    <w:p w:rsidR="00210D4A" w:rsidRDefault="00210D4A" w:rsidP="00A7660E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целях создания условий для улучшения качества жизни малоимущих и нетрудоспособных граждан, семей, попавших в трудную жизненную ситуацию, руководствуясь 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«Увинский район» Удмуртской Республики, Администрация муниципального образования «Увинский район» Удмуртской Республики </w:t>
      </w:r>
      <w:r w:rsidRPr="00213ABB">
        <w:rPr>
          <w:b/>
          <w:sz w:val="28"/>
          <w:szCs w:val="28"/>
        </w:rPr>
        <w:t>п о с т а н о в л я е т:</w:t>
      </w:r>
    </w:p>
    <w:p w:rsidR="00210D4A" w:rsidRPr="00213ABB" w:rsidRDefault="00210D4A" w:rsidP="00A7660E">
      <w:pPr>
        <w:ind w:firstLine="567"/>
        <w:jc w:val="both"/>
        <w:rPr>
          <w:b/>
          <w:sz w:val="28"/>
          <w:szCs w:val="28"/>
        </w:rPr>
      </w:pPr>
    </w:p>
    <w:p w:rsidR="00210D4A" w:rsidRDefault="00210D4A" w:rsidP="00A7660E">
      <w:pPr>
        <w:pStyle w:val="ListParagraph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Утвердить целевую программу социальной поддержки малоимущих и нетрудоспособных граждан муниципального образования «Увинский район» «Забота» на 2013-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.г.</w:t>
      </w:r>
    </w:p>
    <w:p w:rsidR="00210D4A" w:rsidRDefault="00210D4A" w:rsidP="00A7660E">
      <w:pPr>
        <w:pStyle w:val="ListParagraph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Контроль над выполнением целевой программы социальной поддержки малоимущих и нетрудоспособных граждан муниципального образования «Увинский район» «Забота» на 2013-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.г. возложить на первого заместителя главы Администрации по социальным вопросам Н.Г. Лохтину.</w:t>
      </w:r>
    </w:p>
    <w:p w:rsidR="00210D4A" w:rsidRDefault="00210D4A" w:rsidP="00CC4A13">
      <w:pPr>
        <w:rPr>
          <w:sz w:val="28"/>
          <w:szCs w:val="28"/>
        </w:rPr>
      </w:pPr>
    </w:p>
    <w:p w:rsidR="00210D4A" w:rsidRDefault="00210D4A" w:rsidP="00CC4A13">
      <w:pPr>
        <w:rPr>
          <w:sz w:val="28"/>
          <w:szCs w:val="28"/>
        </w:rPr>
      </w:pPr>
    </w:p>
    <w:p w:rsidR="00210D4A" w:rsidRDefault="00210D4A" w:rsidP="00CC4A13">
      <w:pPr>
        <w:rPr>
          <w:sz w:val="28"/>
          <w:szCs w:val="28"/>
        </w:rPr>
      </w:pPr>
    </w:p>
    <w:p w:rsidR="00210D4A" w:rsidRPr="00CC4A13" w:rsidRDefault="00210D4A" w:rsidP="00CC4A13">
      <w:pPr>
        <w:rPr>
          <w:sz w:val="28"/>
          <w:szCs w:val="28"/>
        </w:rPr>
      </w:pPr>
    </w:p>
    <w:p w:rsidR="00210D4A" w:rsidRDefault="00210D4A" w:rsidP="00A7660E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Pr="00610DF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10DF2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муниципального                                       </w:t>
      </w:r>
    </w:p>
    <w:p w:rsidR="00210D4A" w:rsidRDefault="00210D4A" w:rsidP="00A7660E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о</w:t>
      </w:r>
      <w:r w:rsidRPr="00610DF2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Pr="00610DF2">
        <w:rPr>
          <w:sz w:val="28"/>
          <w:szCs w:val="28"/>
        </w:rPr>
        <w:t>«Увинский район»</w:t>
      </w:r>
      <w:r>
        <w:rPr>
          <w:sz w:val="28"/>
          <w:szCs w:val="28"/>
        </w:rPr>
        <w:t xml:space="preserve"> </w:t>
      </w:r>
      <w:r w:rsidRPr="00610DF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Pr="00610DF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В.А. Протопопов</w:t>
      </w:r>
    </w:p>
    <w:p w:rsidR="00210D4A" w:rsidRDefault="00210D4A" w:rsidP="00A7660E">
      <w:pPr>
        <w:pStyle w:val="ListParagraph"/>
        <w:ind w:left="0"/>
        <w:rPr>
          <w:sz w:val="28"/>
          <w:szCs w:val="28"/>
        </w:rPr>
      </w:pPr>
    </w:p>
    <w:p w:rsidR="00210D4A" w:rsidRDefault="00210D4A" w:rsidP="00A7660E">
      <w:pPr>
        <w:pStyle w:val="ListParagraph"/>
        <w:ind w:left="0"/>
        <w:rPr>
          <w:sz w:val="28"/>
          <w:szCs w:val="28"/>
        </w:rPr>
      </w:pPr>
    </w:p>
    <w:p w:rsidR="00210D4A" w:rsidRDefault="00210D4A" w:rsidP="00A7660E">
      <w:pPr>
        <w:pStyle w:val="ListParagraph"/>
        <w:ind w:left="0"/>
        <w:rPr>
          <w:sz w:val="28"/>
          <w:szCs w:val="28"/>
        </w:rPr>
      </w:pPr>
    </w:p>
    <w:p w:rsidR="00210D4A" w:rsidRPr="00107C52" w:rsidRDefault="00210D4A" w:rsidP="00A7660E">
      <w:pPr>
        <w:pStyle w:val="ListParagraph"/>
        <w:ind w:left="0"/>
        <w:rPr>
          <w:sz w:val="16"/>
          <w:szCs w:val="16"/>
        </w:rPr>
      </w:pPr>
      <w:r w:rsidRPr="00107C52">
        <w:rPr>
          <w:sz w:val="16"/>
          <w:szCs w:val="16"/>
        </w:rPr>
        <w:t>Вострикова Т.И.</w:t>
      </w:r>
    </w:p>
    <w:p w:rsidR="00210D4A" w:rsidRPr="00107C52" w:rsidRDefault="00210D4A" w:rsidP="00A7660E">
      <w:pPr>
        <w:pStyle w:val="ListParagraph"/>
        <w:ind w:left="0"/>
        <w:rPr>
          <w:sz w:val="16"/>
          <w:szCs w:val="16"/>
        </w:rPr>
      </w:pPr>
      <w:r w:rsidRPr="00107C52">
        <w:rPr>
          <w:sz w:val="16"/>
          <w:szCs w:val="16"/>
        </w:rPr>
        <w:t xml:space="preserve">52140           </w:t>
      </w:r>
    </w:p>
    <w:sectPr w:rsidR="00210D4A" w:rsidRPr="00107C52" w:rsidSect="00CC4A13"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46BFD"/>
    <w:multiLevelType w:val="hybridMultilevel"/>
    <w:tmpl w:val="D03294C0"/>
    <w:lvl w:ilvl="0" w:tplc="B27853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660E"/>
    <w:rsid w:val="00107C52"/>
    <w:rsid w:val="001E64DB"/>
    <w:rsid w:val="00210D4A"/>
    <w:rsid w:val="00213ABB"/>
    <w:rsid w:val="00217093"/>
    <w:rsid w:val="00546BF0"/>
    <w:rsid w:val="00610DF2"/>
    <w:rsid w:val="00637577"/>
    <w:rsid w:val="0063784E"/>
    <w:rsid w:val="007121BD"/>
    <w:rsid w:val="007D4607"/>
    <w:rsid w:val="00A7660E"/>
    <w:rsid w:val="00AA7DCA"/>
    <w:rsid w:val="00B5045F"/>
    <w:rsid w:val="00CC4A13"/>
    <w:rsid w:val="00DA172D"/>
    <w:rsid w:val="00FF1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766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660E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A7660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7660E"/>
    <w:pPr>
      <w:ind w:left="720"/>
      <w:contextualSpacing/>
      <w:jc w:val="both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0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219</Words>
  <Characters>1249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2012-12-11T06:15:00Z</cp:lastPrinted>
  <dcterms:created xsi:type="dcterms:W3CDTF">2012-12-11T05:23:00Z</dcterms:created>
  <dcterms:modified xsi:type="dcterms:W3CDTF">2012-12-27T03:35:00Z</dcterms:modified>
</cp:coreProperties>
</file>